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AC" w:rsidRDefault="008651FF" w:rsidP="005D12BF">
      <w:pPr>
        <w:pStyle w:val="a7"/>
        <w:contextualSpacing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280" cy="375285"/>
                <wp:effectExtent l="0" t="0" r="0" b="0"/>
                <wp:wrapNone/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496" w:rsidRDefault="007E7496" w:rsidP="007E7496">
                            <w:pPr>
                              <w:pStyle w:val="a9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margin-left:70.9pt;margin-top:774.2pt;width:266.4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YXorQIAAKo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" o:allowincell="f" filled="f" stroked="f">
                <v:textbox inset="0,0,0,0">
                  <w:txbxContent>
                    <w:p w:rsidR="007E7496" w:rsidRDefault="007E7496" w:rsidP="007E7496">
                      <w:pPr>
                        <w:pStyle w:val="a9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5310505</wp:posOffset>
                </wp:positionH>
                <wp:positionV relativeFrom="page">
                  <wp:posOffset>2412365</wp:posOffset>
                </wp:positionV>
                <wp:extent cx="1267460" cy="274320"/>
                <wp:effectExtent l="0" t="0" r="0" b="0"/>
                <wp:wrapNone/>
                <wp:docPr id="2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746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496" w:rsidRDefault="008171EA" w:rsidP="007E7496">
                            <w:pPr>
                              <w:jc w:val="center"/>
                            </w:pPr>
                            <w:r>
                              <w:t>175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7" type="#_x0000_t202" style="position:absolute;margin-left:418.15pt;margin-top:189.95pt;width:99.8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" filled="f" stroked="f">
                <v:textbox inset="0,0,0,0">
                  <w:txbxContent>
                    <w:p w:rsidR="007E7496" w:rsidRDefault="008171EA" w:rsidP="007E7496">
                      <w:pPr>
                        <w:jc w:val="center"/>
                      </w:pPr>
                      <w:r>
                        <w:t>175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1584325</wp:posOffset>
                </wp:positionH>
                <wp:positionV relativeFrom="page">
                  <wp:posOffset>2412365</wp:posOffset>
                </wp:positionV>
                <wp:extent cx="1278255" cy="274320"/>
                <wp:effectExtent l="0" t="0" r="0" b="0"/>
                <wp:wrapNone/>
                <wp:docPr id="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825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496" w:rsidRPr="00C06726" w:rsidRDefault="008171EA" w:rsidP="007E7496">
                            <w:pPr>
                              <w:jc w:val="center"/>
                            </w:pPr>
                            <w:r>
                              <w:t>08.11.2018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8" type="#_x0000_t202" style="position:absolute;margin-left:124.75pt;margin-top:189.95pt;width:100.65pt;height:21.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" filled="f" stroked="f">
                <v:textbox inset="0,0,0,0">
                  <w:txbxContent>
                    <w:p w:rsidR="007E7496" w:rsidRPr="00C06726" w:rsidRDefault="008171EA" w:rsidP="007E7496">
                      <w:pPr>
                        <w:jc w:val="center"/>
                      </w:pPr>
                      <w:r>
                        <w:t>08.11.2018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page">
              <wp:posOffset>900430</wp:posOffset>
            </wp:positionH>
            <wp:positionV relativeFrom="page">
              <wp:posOffset>230505</wp:posOffset>
            </wp:positionV>
            <wp:extent cx="5673090" cy="2955925"/>
            <wp:effectExtent l="0" t="0" r="3810" b="0"/>
            <wp:wrapTopAndBottom/>
            <wp:docPr id="26" name="Рисунок 26" descr="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5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090" cy="295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12BF">
        <w:t xml:space="preserve">О публичных слушаниях по проекту </w:t>
      </w:r>
      <w:r w:rsidR="005D12BF">
        <w:br/>
        <w:t xml:space="preserve">решения Земского Собрания «О </w:t>
      </w:r>
      <w:r w:rsidR="005D12BF">
        <w:br/>
      </w:r>
      <w:r w:rsidR="005F78AC">
        <w:t>бюджете Пермского муниципального</w:t>
      </w:r>
    </w:p>
    <w:p w:rsidR="005F78AC" w:rsidRDefault="00F701C8" w:rsidP="005D12BF">
      <w:pPr>
        <w:pStyle w:val="a7"/>
        <w:contextualSpacing/>
      </w:pPr>
      <w:r>
        <w:t>района на 201</w:t>
      </w:r>
      <w:r w:rsidR="00B94A54">
        <w:t>9</w:t>
      </w:r>
      <w:r w:rsidR="005F78AC">
        <w:t xml:space="preserve"> год и </w:t>
      </w:r>
      <w:proofErr w:type="gramStart"/>
      <w:r w:rsidR="005F78AC">
        <w:t>на</w:t>
      </w:r>
      <w:proofErr w:type="gramEnd"/>
      <w:r w:rsidR="005F78AC">
        <w:t xml:space="preserve"> плановый</w:t>
      </w:r>
    </w:p>
    <w:p w:rsidR="00332E76" w:rsidRDefault="005F78AC" w:rsidP="005D12BF">
      <w:pPr>
        <w:pStyle w:val="a7"/>
      </w:pPr>
      <w:r>
        <w:t>период 20</w:t>
      </w:r>
      <w:r w:rsidR="00B94A54">
        <w:t>20</w:t>
      </w:r>
      <w:r>
        <w:t xml:space="preserve"> и 20</w:t>
      </w:r>
      <w:r w:rsidR="00B94A54">
        <w:t>21</w:t>
      </w:r>
      <w:r>
        <w:t xml:space="preserve"> годов</w:t>
      </w:r>
      <w:r w:rsidR="005D12BF">
        <w:t>»</w:t>
      </w:r>
    </w:p>
    <w:p w:rsidR="005D12BF" w:rsidRDefault="005D12BF" w:rsidP="005D12BF">
      <w:pPr>
        <w:pStyle w:val="a5"/>
      </w:pPr>
      <w:proofErr w:type="gramStart"/>
      <w:r>
        <w:t>В соответствии с</w:t>
      </w:r>
      <w:r w:rsidR="00057D1F">
        <w:t xml:space="preserve"> п.</w:t>
      </w:r>
      <w:r w:rsidR="00D41280">
        <w:t xml:space="preserve"> </w:t>
      </w:r>
      <w:r w:rsidR="00BC48FE">
        <w:t>2 ч.</w:t>
      </w:r>
      <w:r w:rsidR="00D41280">
        <w:t xml:space="preserve"> </w:t>
      </w:r>
      <w:r w:rsidR="00057D1F">
        <w:t>3</w:t>
      </w:r>
      <w:r w:rsidR="00B7665B">
        <w:t xml:space="preserve"> </w:t>
      </w:r>
      <w:r>
        <w:t xml:space="preserve">ст. 28 Федерального закона от 06.10.2003 </w:t>
      </w:r>
      <w:r w:rsidR="00D41280">
        <w:br/>
      </w:r>
      <w:r>
        <w:t xml:space="preserve">№ 131-ФЗ «Об общих принципах организации местного самоуправления </w:t>
      </w:r>
      <w:r w:rsidR="00D41280">
        <w:br/>
      </w:r>
      <w:r>
        <w:t xml:space="preserve">в Российской Федерации», </w:t>
      </w:r>
      <w:r w:rsidR="00057D1F">
        <w:t>п.</w:t>
      </w:r>
      <w:r w:rsidR="00D41280">
        <w:t xml:space="preserve"> </w:t>
      </w:r>
      <w:r w:rsidR="00C14520">
        <w:t>2 ч</w:t>
      </w:r>
      <w:r w:rsidR="00BC48FE">
        <w:t>.</w:t>
      </w:r>
      <w:r w:rsidR="00D41280">
        <w:t xml:space="preserve"> </w:t>
      </w:r>
      <w:r w:rsidR="00057D1F">
        <w:t xml:space="preserve">3 </w:t>
      </w:r>
      <w:r>
        <w:t xml:space="preserve">ст. 14 Устава Пермского муниципального района, </w:t>
      </w:r>
      <w:r w:rsidR="00057D1F">
        <w:t>ч.</w:t>
      </w:r>
      <w:r w:rsidR="0031220E">
        <w:t xml:space="preserve"> </w:t>
      </w:r>
      <w:r w:rsidR="00057D1F">
        <w:t xml:space="preserve">34 Положения о бюджетном процессе в Пермском муниципальном районе, утвержденного решением </w:t>
      </w:r>
      <w:r w:rsidR="00C14520">
        <w:t>З</w:t>
      </w:r>
      <w:r w:rsidR="00057D1F">
        <w:t>емского Собрания от 26.09.2013 №</w:t>
      </w:r>
      <w:r w:rsidR="001271C0">
        <w:t xml:space="preserve"> </w:t>
      </w:r>
      <w:r w:rsidR="00057D1F">
        <w:t>376</w:t>
      </w:r>
      <w:r w:rsidR="00B94A54">
        <w:t>,</w:t>
      </w:r>
      <w:r w:rsidR="00B94A54" w:rsidRPr="00B94A54">
        <w:t xml:space="preserve"> </w:t>
      </w:r>
      <w:r w:rsidR="00B94A54">
        <w:t>Положением о публичных слушаниях в Пермском муниципальном районе, утвержденным решением</w:t>
      </w:r>
      <w:proofErr w:type="gramEnd"/>
      <w:r w:rsidR="00B94A54">
        <w:t xml:space="preserve"> Земского Собрания от 25.06.2014 № 470</w:t>
      </w:r>
    </w:p>
    <w:p w:rsidR="005D12BF" w:rsidRDefault="008651FF" w:rsidP="005D12BF">
      <w:pPr>
        <w:pStyle w:val="a5"/>
      </w:pPr>
      <w:r>
        <w:t>ПОСТАНОВЛЯЮ</w:t>
      </w:r>
      <w:r w:rsidR="005D12BF">
        <w:t>:</w:t>
      </w:r>
    </w:p>
    <w:p w:rsidR="005D12BF" w:rsidRDefault="005D12BF" w:rsidP="005F78AC">
      <w:pPr>
        <w:pStyle w:val="a5"/>
      </w:pPr>
      <w:r>
        <w:t xml:space="preserve">1. Провести </w:t>
      </w:r>
      <w:r w:rsidR="00B94A54">
        <w:t>29</w:t>
      </w:r>
      <w:r>
        <w:t xml:space="preserve"> </w:t>
      </w:r>
      <w:r w:rsidR="005F78AC">
        <w:t>ноябр</w:t>
      </w:r>
      <w:r>
        <w:t>я 201</w:t>
      </w:r>
      <w:r w:rsidR="00B94A54">
        <w:t>8</w:t>
      </w:r>
      <w:r>
        <w:t xml:space="preserve"> года </w:t>
      </w:r>
      <w:r w:rsidR="00B7665B" w:rsidRPr="00B7665B">
        <w:t>в 1</w:t>
      </w:r>
      <w:r w:rsidR="00F701C8">
        <w:t>6</w:t>
      </w:r>
      <w:r w:rsidR="00B7665B" w:rsidRPr="00B7665B">
        <w:t>.00 час</w:t>
      </w:r>
      <w:proofErr w:type="gramStart"/>
      <w:r w:rsidR="00B7665B" w:rsidRPr="00B7665B">
        <w:t>.</w:t>
      </w:r>
      <w:proofErr w:type="gramEnd"/>
      <w:r w:rsidR="00B7665B" w:rsidRPr="00B7665B">
        <w:t xml:space="preserve"> </w:t>
      </w:r>
      <w:proofErr w:type="gramStart"/>
      <w:r>
        <w:t>п</w:t>
      </w:r>
      <w:proofErr w:type="gramEnd"/>
      <w:r>
        <w:t xml:space="preserve">убличные слушания </w:t>
      </w:r>
      <w:r w:rsidR="0031220E">
        <w:br/>
      </w:r>
      <w:r>
        <w:t xml:space="preserve">по </w:t>
      </w:r>
      <w:r w:rsidR="00C14520">
        <w:t>проекту решения Земского Собрания</w:t>
      </w:r>
      <w:r w:rsidR="00BC48FE">
        <w:t xml:space="preserve"> Пермского муниципального района</w:t>
      </w:r>
      <w:r>
        <w:t xml:space="preserve">: </w:t>
      </w:r>
      <w:r w:rsidR="0031220E">
        <w:br/>
      </w:r>
      <w:r>
        <w:t>«</w:t>
      </w:r>
      <w:r w:rsidR="00AD6A0A">
        <w:t>О</w:t>
      </w:r>
      <w:r w:rsidR="005F78AC" w:rsidRPr="005F78AC">
        <w:t xml:space="preserve"> </w:t>
      </w:r>
      <w:r w:rsidR="005F78AC">
        <w:t>бюджете Пермского муниципального района на 201</w:t>
      </w:r>
      <w:r w:rsidR="00B94A54">
        <w:t>9</w:t>
      </w:r>
      <w:r w:rsidR="005F78AC">
        <w:t xml:space="preserve"> год и на плановый период 20</w:t>
      </w:r>
      <w:r w:rsidR="00B94A54">
        <w:t>20</w:t>
      </w:r>
      <w:r w:rsidR="005F78AC">
        <w:t xml:space="preserve"> и 20</w:t>
      </w:r>
      <w:r w:rsidR="00B94A54">
        <w:t>21</w:t>
      </w:r>
      <w:r w:rsidR="005F78AC">
        <w:t xml:space="preserve"> годов</w:t>
      </w:r>
      <w:r>
        <w:t xml:space="preserve">» по адресу: г. Пермь, ул. Верхнемуллинская, 73 (в  </w:t>
      </w:r>
      <w:r w:rsidR="006A301E">
        <w:t>зале заседаний Земского Собрания Пермского муниципального района</w:t>
      </w:r>
      <w:r>
        <w:t>).</w:t>
      </w:r>
    </w:p>
    <w:p w:rsidR="005D12BF" w:rsidRDefault="005D12BF" w:rsidP="005D12BF">
      <w:pPr>
        <w:pStyle w:val="a5"/>
      </w:pPr>
      <w:r>
        <w:t>2. Утвердить состав организационного комитета по подготовке и проведению публичных слушаний:</w:t>
      </w:r>
    </w:p>
    <w:p w:rsidR="005D12BF" w:rsidRDefault="005D12BF" w:rsidP="00B7665B">
      <w:pPr>
        <w:pStyle w:val="a5"/>
      </w:pPr>
      <w:r w:rsidRPr="009B4999">
        <w:t>- Захаров А.М. – заместитель председателя Земского Собрания</w:t>
      </w:r>
      <w:r w:rsidR="00C14520">
        <w:t xml:space="preserve"> Пермского муниципального района</w:t>
      </w:r>
      <w:r w:rsidRPr="009B4999">
        <w:t>;</w:t>
      </w:r>
    </w:p>
    <w:p w:rsidR="002777D5" w:rsidRDefault="009B4999" w:rsidP="002777D5">
      <w:pPr>
        <w:tabs>
          <w:tab w:val="left" w:pos="851"/>
        </w:tabs>
        <w:spacing w:line="320" w:lineRule="exact"/>
        <w:ind w:firstLine="708"/>
        <w:jc w:val="both"/>
      </w:pPr>
      <w:r>
        <w:t>- Залазаев В.К. – заместитель главы администрации Пермского муниципального района, руководитель аппарата администрации Пермского муниципального района;</w:t>
      </w:r>
      <w:r w:rsidR="002777D5" w:rsidRPr="002777D5">
        <w:t xml:space="preserve"> </w:t>
      </w:r>
    </w:p>
    <w:p w:rsidR="002777D5" w:rsidRPr="00BA3997" w:rsidRDefault="002777D5" w:rsidP="002777D5">
      <w:pPr>
        <w:tabs>
          <w:tab w:val="left" w:pos="851"/>
          <w:tab w:val="left" w:pos="993"/>
        </w:tabs>
        <w:spacing w:line="320" w:lineRule="exact"/>
        <w:ind w:firstLine="708"/>
        <w:jc w:val="both"/>
        <w:rPr>
          <w:szCs w:val="28"/>
        </w:rPr>
      </w:pPr>
      <w:r>
        <w:t xml:space="preserve">- </w:t>
      </w:r>
      <w:r w:rsidR="0031220E">
        <w:t>Гладких Т.Н.</w:t>
      </w:r>
      <w:r>
        <w:t xml:space="preserve"> -</w:t>
      </w:r>
      <w:r w:rsidRPr="00CA1799">
        <w:rPr>
          <w:szCs w:val="28"/>
        </w:rPr>
        <w:t xml:space="preserve"> </w:t>
      </w:r>
      <w:r w:rsidR="0031220E">
        <w:rPr>
          <w:szCs w:val="28"/>
        </w:rPr>
        <w:t>з</w:t>
      </w:r>
      <w:r w:rsidR="0031220E" w:rsidRPr="0031220E">
        <w:rPr>
          <w:szCs w:val="28"/>
        </w:rPr>
        <w:t xml:space="preserve">аместитель главы администрации </w:t>
      </w:r>
      <w:r w:rsidR="0031220E">
        <w:rPr>
          <w:szCs w:val="28"/>
        </w:rPr>
        <w:t xml:space="preserve">Пермского </w:t>
      </w:r>
      <w:r w:rsidR="0031220E" w:rsidRPr="0031220E">
        <w:rPr>
          <w:szCs w:val="28"/>
        </w:rPr>
        <w:t>муниципального района по экономическому развитию</w:t>
      </w:r>
      <w:r w:rsidR="0031220E">
        <w:rPr>
          <w:szCs w:val="28"/>
        </w:rPr>
        <w:t xml:space="preserve">, </w:t>
      </w:r>
      <w:r w:rsidRPr="009B5B8F">
        <w:rPr>
          <w:szCs w:val="28"/>
        </w:rPr>
        <w:t>начальник финансово-экономического управления</w:t>
      </w:r>
      <w:r>
        <w:rPr>
          <w:szCs w:val="28"/>
        </w:rPr>
        <w:t xml:space="preserve"> администрации Пермского муниципального района;</w:t>
      </w:r>
    </w:p>
    <w:p w:rsidR="005D12BF" w:rsidRDefault="005D12BF" w:rsidP="005D12BF">
      <w:pPr>
        <w:pStyle w:val="a5"/>
      </w:pPr>
      <w:r w:rsidRPr="009B4999">
        <w:t xml:space="preserve">- </w:t>
      </w:r>
      <w:r w:rsidR="00B94A54">
        <w:t>Норицин А.А</w:t>
      </w:r>
      <w:r w:rsidRPr="009B4999">
        <w:t>. – заместитель главы администрации Пермского муниципального района по социальному развитию;</w:t>
      </w:r>
    </w:p>
    <w:p w:rsidR="009B4999" w:rsidRDefault="009B4999" w:rsidP="005D12BF">
      <w:pPr>
        <w:pStyle w:val="a5"/>
      </w:pPr>
      <w:r>
        <w:lastRenderedPageBreak/>
        <w:t xml:space="preserve">- Шкарина Ю.О. – председатель </w:t>
      </w:r>
      <w:r w:rsidR="001271C0">
        <w:t>К</w:t>
      </w:r>
      <w:r>
        <w:t xml:space="preserve">онтрольно-счетной палаты </w:t>
      </w:r>
      <w:r w:rsidR="001271C0">
        <w:t>П</w:t>
      </w:r>
      <w:r>
        <w:t>ермского муниципального района;</w:t>
      </w:r>
    </w:p>
    <w:p w:rsidR="0031220E" w:rsidRDefault="0031220E" w:rsidP="0031220E">
      <w:pPr>
        <w:pStyle w:val="a5"/>
      </w:pPr>
      <w:r>
        <w:t xml:space="preserve">- </w:t>
      </w:r>
      <w:r w:rsidR="00B94A54">
        <w:t>Косых И.Ф</w:t>
      </w:r>
      <w:r>
        <w:t xml:space="preserve">. – начальник экспертно-аналитического отдела </w:t>
      </w:r>
      <w:r w:rsidRPr="0031220E">
        <w:t>аппарата главы и Земского Собрания Пермского муниципального района</w:t>
      </w:r>
      <w:r>
        <w:t>,</w:t>
      </w:r>
      <w:r w:rsidRPr="0031220E">
        <w:t xml:space="preserve"> </w:t>
      </w:r>
      <w:r>
        <w:t>консультант комитета Земского Собрания П</w:t>
      </w:r>
      <w:r w:rsidR="00B94A54">
        <w:t xml:space="preserve">ермского муниципального района </w:t>
      </w:r>
      <w:r>
        <w:t>по экономическому развитию, бюджету и налогам</w:t>
      </w:r>
      <w:r>
        <w:rPr>
          <w:szCs w:val="28"/>
        </w:rPr>
        <w:t>;</w:t>
      </w:r>
      <w:r>
        <w:t xml:space="preserve"> </w:t>
      </w:r>
    </w:p>
    <w:p w:rsidR="00BA3997" w:rsidRPr="009B4999" w:rsidRDefault="0031220E" w:rsidP="005D12BF">
      <w:pPr>
        <w:pStyle w:val="a5"/>
      </w:pPr>
      <w:r>
        <w:t xml:space="preserve">- Казакова С.А. – </w:t>
      </w:r>
      <w:r>
        <w:rPr>
          <w:szCs w:val="28"/>
        </w:rPr>
        <w:t>консультант по правовым вопросам аппарата главы и Земского Собрания Пермского муниципального района</w:t>
      </w:r>
      <w:r w:rsidR="00BA3997">
        <w:t>.</w:t>
      </w:r>
    </w:p>
    <w:p w:rsidR="005D12BF" w:rsidRDefault="005D12BF" w:rsidP="005D12BF">
      <w:pPr>
        <w:pStyle w:val="a5"/>
      </w:pPr>
      <w:r>
        <w:t xml:space="preserve">3. Утвердить порядок учета предложений по вышеуказанному проекту решения  Земского  Собрания  </w:t>
      </w:r>
      <w:r w:rsidR="00C14520">
        <w:t xml:space="preserve">Пермского муниципального района </w:t>
      </w:r>
      <w:r>
        <w:t>и  участия  граждан  в его обсуждении согласно приложению</w:t>
      </w:r>
      <w:r w:rsidR="006A301E">
        <w:t xml:space="preserve"> к настоящему постановлению</w:t>
      </w:r>
      <w:r>
        <w:t>.</w:t>
      </w:r>
    </w:p>
    <w:p w:rsidR="005D12BF" w:rsidRDefault="005D12BF" w:rsidP="005F78AC">
      <w:pPr>
        <w:pStyle w:val="a5"/>
      </w:pPr>
      <w:r>
        <w:t xml:space="preserve">4. Настоящее </w:t>
      </w:r>
      <w:r w:rsidR="00B7665B">
        <w:t>постановление</w:t>
      </w:r>
      <w:r>
        <w:t xml:space="preserve"> и проект решения </w:t>
      </w:r>
      <w:r w:rsidR="00B7665B">
        <w:t xml:space="preserve">Земского Собрания </w:t>
      </w:r>
      <w:r w:rsidR="00C14520">
        <w:t>Пермского муниципального района</w:t>
      </w:r>
      <w:r w:rsidR="00C14520" w:rsidRPr="00B7665B">
        <w:t xml:space="preserve"> </w:t>
      </w:r>
      <w:r w:rsidR="00B7665B" w:rsidRPr="00B7665B">
        <w:t>«</w:t>
      </w:r>
      <w:r w:rsidR="005F78AC">
        <w:t>О бюджете Пермского муниципального района на 201</w:t>
      </w:r>
      <w:r w:rsidR="00B94A54">
        <w:t>9</w:t>
      </w:r>
      <w:r w:rsidR="005F78AC">
        <w:t xml:space="preserve"> год и на плановый период 20</w:t>
      </w:r>
      <w:r w:rsidR="00B94A54">
        <w:t>20</w:t>
      </w:r>
      <w:r w:rsidR="005F78AC">
        <w:t xml:space="preserve"> и 20</w:t>
      </w:r>
      <w:r w:rsidR="00B94A54">
        <w:t>21</w:t>
      </w:r>
      <w:r w:rsidR="005F78AC">
        <w:t xml:space="preserve"> годов</w:t>
      </w:r>
      <w:r w:rsidR="00B7665B" w:rsidRPr="00B7665B">
        <w:t>»</w:t>
      </w:r>
      <w:r>
        <w:t xml:space="preserve"> опубликовать в бюллетене муниципального образования «Пермский муниципальный район»</w:t>
      </w:r>
      <w:r w:rsidR="00B7665B">
        <w:t xml:space="preserve"> и разместить на </w:t>
      </w:r>
      <w:r w:rsidR="00057D1F">
        <w:t xml:space="preserve">официальном </w:t>
      </w:r>
      <w:r w:rsidR="00B7665B">
        <w:t xml:space="preserve">сайте Земского Собрания Пермского муниципального района </w:t>
      </w:r>
      <w:r w:rsidR="00057D1F">
        <w:t>в сети «Интернет».</w:t>
      </w:r>
    </w:p>
    <w:p w:rsidR="00B7665B" w:rsidRDefault="00B7665B" w:rsidP="00B7665B">
      <w:pPr>
        <w:pStyle w:val="a5"/>
      </w:pPr>
      <w:r>
        <w:t>5. Аппарату главы и Земского Собрания Пермского муниципального района обеспечить:</w:t>
      </w:r>
    </w:p>
    <w:p w:rsidR="00B7665B" w:rsidRDefault="00B7665B" w:rsidP="00B7665B">
      <w:pPr>
        <w:pStyle w:val="a5"/>
      </w:pPr>
      <w:r>
        <w:t>5.1. организацию и проведение публичных слушаний;</w:t>
      </w:r>
    </w:p>
    <w:p w:rsidR="00B7665B" w:rsidRDefault="00B7665B" w:rsidP="00B7665B">
      <w:pPr>
        <w:pStyle w:val="a5"/>
      </w:pPr>
      <w:r>
        <w:t>5.2. соблюдение требований законодательства, правовых актов Пермского муниципального района по организации и проведению публичных слушаний;</w:t>
      </w:r>
    </w:p>
    <w:p w:rsidR="00B7665B" w:rsidRDefault="00B7665B" w:rsidP="00B7665B">
      <w:pPr>
        <w:pStyle w:val="a5"/>
      </w:pPr>
      <w:r>
        <w:t>5.3. информирование заинтересованных лиц о дате, времени и месте проведения публичных слушаний;</w:t>
      </w:r>
    </w:p>
    <w:p w:rsidR="00B7665B" w:rsidRDefault="00B7665B" w:rsidP="00B7665B">
      <w:pPr>
        <w:pStyle w:val="a5"/>
      </w:pPr>
      <w:r>
        <w:t xml:space="preserve">5.4. опубликование и размещение настоящего постановления и </w:t>
      </w:r>
      <w:r w:rsidRPr="00B7665B">
        <w:t>проект</w:t>
      </w:r>
      <w:r>
        <w:t>а</w:t>
      </w:r>
      <w:r w:rsidRPr="00B7665B">
        <w:t xml:space="preserve"> решения Земского Собрания </w:t>
      </w:r>
      <w:r w:rsidR="00C14520">
        <w:t>Пермского муниципального района</w:t>
      </w:r>
      <w:r w:rsidR="00C14520" w:rsidRPr="00B7665B">
        <w:t xml:space="preserve"> </w:t>
      </w:r>
      <w:r w:rsidRPr="00B7665B">
        <w:t>«</w:t>
      </w:r>
      <w:r w:rsidR="005F78AC">
        <w:t>О бюджете Пермского муниципального района на 201</w:t>
      </w:r>
      <w:r w:rsidR="00B94A54">
        <w:t>9</w:t>
      </w:r>
      <w:r w:rsidR="005F78AC">
        <w:t xml:space="preserve"> год и на плановый период 20</w:t>
      </w:r>
      <w:r w:rsidR="00B94A54">
        <w:t>20</w:t>
      </w:r>
      <w:r w:rsidR="005F78AC">
        <w:t xml:space="preserve"> и 20</w:t>
      </w:r>
      <w:r w:rsidR="00B94A54">
        <w:t>21</w:t>
      </w:r>
      <w:r w:rsidR="005F78AC">
        <w:t xml:space="preserve"> годов</w:t>
      </w:r>
      <w:r w:rsidRPr="00B7665B">
        <w:t>»</w:t>
      </w:r>
      <w:r>
        <w:t xml:space="preserve">; </w:t>
      </w:r>
      <w:r w:rsidRPr="00B7665B">
        <w:t xml:space="preserve"> </w:t>
      </w:r>
      <w:r>
        <w:t xml:space="preserve"> </w:t>
      </w:r>
    </w:p>
    <w:p w:rsidR="00B7665B" w:rsidRDefault="00B7665B" w:rsidP="00B7665B">
      <w:pPr>
        <w:pStyle w:val="a5"/>
      </w:pPr>
      <w:r>
        <w:t>5.5. своевременную подготовку, опубликование и размещение заключения о результатах публичных слушаний.</w:t>
      </w:r>
    </w:p>
    <w:p w:rsidR="005D12BF" w:rsidRDefault="00B7665B" w:rsidP="005D12BF">
      <w:pPr>
        <w:pStyle w:val="a5"/>
      </w:pPr>
      <w:r>
        <w:t>6</w:t>
      </w:r>
      <w:r w:rsidR="005D12BF">
        <w:t xml:space="preserve">. Контроль исполнения </w:t>
      </w:r>
      <w:r>
        <w:t>настоящего постановления</w:t>
      </w:r>
      <w:r w:rsidR="005D12BF">
        <w:t xml:space="preserve"> возложить на </w:t>
      </w:r>
      <w:r w:rsidR="00C14520">
        <w:t>комитет Земского Собрания Пермского муниципального района по экономическому развитию, бюджету и налогам</w:t>
      </w:r>
      <w:r w:rsidR="005D12BF">
        <w:t>.</w:t>
      </w:r>
    </w:p>
    <w:p w:rsidR="005D12BF" w:rsidRDefault="005D12BF" w:rsidP="005D12BF">
      <w:pPr>
        <w:pStyle w:val="a5"/>
      </w:pPr>
    </w:p>
    <w:p w:rsidR="005D12BF" w:rsidRDefault="008651FF" w:rsidP="008651FF">
      <w:pPr>
        <w:pStyle w:val="a5"/>
        <w:ind w:firstLine="0"/>
      </w:pPr>
      <w:r>
        <w:t>Г</w:t>
      </w:r>
      <w:r w:rsidR="005D12BF">
        <w:t>лав</w:t>
      </w:r>
      <w:r>
        <w:t>а</w:t>
      </w:r>
      <w:r w:rsidR="005D12BF">
        <w:t xml:space="preserve"> </w:t>
      </w:r>
      <w:r>
        <w:br/>
        <w:t>муниципального района                                                                          А.П. Кузнецов</w:t>
      </w:r>
    </w:p>
    <w:p w:rsidR="00DB03A6" w:rsidRDefault="00DB03A6" w:rsidP="008651FF">
      <w:pPr>
        <w:pStyle w:val="a5"/>
        <w:ind w:firstLine="0"/>
      </w:pPr>
    </w:p>
    <w:p w:rsidR="00BA3997" w:rsidRDefault="00BA3997">
      <w:r>
        <w:br w:type="page"/>
      </w:r>
    </w:p>
    <w:p w:rsidR="00DB03A6" w:rsidRDefault="00DB03A6" w:rsidP="00133717">
      <w:pPr>
        <w:pStyle w:val="a5"/>
        <w:jc w:val="right"/>
      </w:pPr>
      <w:r>
        <w:lastRenderedPageBreak/>
        <w:t xml:space="preserve">Приложение к постановлению </w:t>
      </w:r>
    </w:p>
    <w:p w:rsidR="00DB03A6" w:rsidRDefault="00DB03A6" w:rsidP="00133717">
      <w:pPr>
        <w:pStyle w:val="a5"/>
        <w:jc w:val="right"/>
      </w:pPr>
      <w:r>
        <w:t xml:space="preserve">главы Пермского </w:t>
      </w:r>
    </w:p>
    <w:p w:rsidR="00DB03A6" w:rsidRDefault="00DB03A6" w:rsidP="00133717">
      <w:pPr>
        <w:pStyle w:val="a5"/>
        <w:jc w:val="right"/>
      </w:pPr>
      <w:r>
        <w:t>муниципального района</w:t>
      </w:r>
    </w:p>
    <w:p w:rsidR="00DB03A6" w:rsidRDefault="00DB03A6" w:rsidP="00133717">
      <w:pPr>
        <w:pStyle w:val="a5"/>
        <w:jc w:val="right"/>
      </w:pPr>
      <w:r>
        <w:t xml:space="preserve">                                                                   </w:t>
      </w:r>
      <w:r w:rsidR="00133717">
        <w:t xml:space="preserve">                    от </w:t>
      </w:r>
      <w:r w:rsidR="008171EA">
        <w:t>08</w:t>
      </w:r>
      <w:r w:rsidR="00133717">
        <w:t>.</w:t>
      </w:r>
      <w:r w:rsidR="008171EA">
        <w:t>11</w:t>
      </w:r>
      <w:r w:rsidR="00133717">
        <w:t>.</w:t>
      </w:r>
      <w:r w:rsidR="008171EA">
        <w:t>2018</w:t>
      </w:r>
      <w:r w:rsidR="00133717">
        <w:t xml:space="preserve"> №</w:t>
      </w:r>
      <w:r w:rsidR="00013F76">
        <w:t xml:space="preserve"> </w:t>
      </w:r>
      <w:r w:rsidR="008171EA">
        <w:t>175</w:t>
      </w:r>
      <w:bookmarkStart w:id="0" w:name="_GoBack"/>
      <w:bookmarkEnd w:id="0"/>
      <w:r w:rsidR="00133717">
        <w:t xml:space="preserve"> </w:t>
      </w:r>
    </w:p>
    <w:p w:rsidR="00DB03A6" w:rsidRDefault="00DB03A6" w:rsidP="00DB03A6">
      <w:pPr>
        <w:pStyle w:val="a5"/>
      </w:pPr>
    </w:p>
    <w:p w:rsidR="00DB03A6" w:rsidRDefault="00DB03A6" w:rsidP="00DB03A6">
      <w:pPr>
        <w:pStyle w:val="a5"/>
        <w:jc w:val="center"/>
      </w:pPr>
      <w:r>
        <w:t>Порядок учета предложений по проекту решения Земского Собрания</w:t>
      </w:r>
      <w:r w:rsidR="00BC48FE">
        <w:t xml:space="preserve"> Пермского муниципального района </w:t>
      </w:r>
      <w:r w:rsidRPr="00DB03A6">
        <w:t>«</w:t>
      </w:r>
      <w:r w:rsidR="005F78AC">
        <w:t>О бюджете Пермского муниципального района на 20</w:t>
      </w:r>
      <w:r w:rsidR="00B94A54">
        <w:t xml:space="preserve">19 </w:t>
      </w:r>
      <w:r w:rsidR="005F78AC">
        <w:t>год и на плановый период 20</w:t>
      </w:r>
      <w:r w:rsidR="00B94A54">
        <w:t>20</w:t>
      </w:r>
      <w:r w:rsidR="005F78AC">
        <w:t xml:space="preserve"> и 20</w:t>
      </w:r>
      <w:r w:rsidR="00B94A54">
        <w:t>21</w:t>
      </w:r>
      <w:r w:rsidR="005F78AC">
        <w:t xml:space="preserve"> годов</w:t>
      </w:r>
      <w:r w:rsidRPr="00DB03A6">
        <w:t>»</w:t>
      </w:r>
      <w:r w:rsidR="006A301E">
        <w:t xml:space="preserve"> и  участия  граждан  в его обсуждении</w:t>
      </w:r>
    </w:p>
    <w:p w:rsidR="00DB03A6" w:rsidRDefault="00DB03A6" w:rsidP="00DB03A6">
      <w:pPr>
        <w:pStyle w:val="a5"/>
        <w:jc w:val="center"/>
      </w:pPr>
    </w:p>
    <w:p w:rsidR="00DB03A6" w:rsidRDefault="00DB03A6" w:rsidP="00DB03A6">
      <w:pPr>
        <w:pStyle w:val="a5"/>
      </w:pPr>
      <w:r>
        <w:t xml:space="preserve">1. Предложения к проекту решения Земского Собрания </w:t>
      </w:r>
      <w:r w:rsidR="00BC48FE">
        <w:t>Пермского муниципального района</w:t>
      </w:r>
      <w:r w:rsidR="00BC48FE" w:rsidRPr="00DB03A6">
        <w:t xml:space="preserve"> </w:t>
      </w:r>
      <w:r w:rsidRPr="00DB03A6">
        <w:t>«</w:t>
      </w:r>
      <w:r w:rsidR="005F78AC">
        <w:t>О бюджете Пермского муниципального района на 20</w:t>
      </w:r>
      <w:r w:rsidR="00B94A54">
        <w:t>19</w:t>
      </w:r>
      <w:r w:rsidR="005F78AC">
        <w:t xml:space="preserve"> год и на плановый период 20</w:t>
      </w:r>
      <w:r w:rsidR="00B94A54">
        <w:t>20</w:t>
      </w:r>
      <w:r w:rsidR="005F78AC">
        <w:t xml:space="preserve"> и 20</w:t>
      </w:r>
      <w:r w:rsidR="00B94A54">
        <w:t>21</w:t>
      </w:r>
      <w:r w:rsidR="005F78AC">
        <w:t xml:space="preserve"> годов</w:t>
      </w:r>
      <w:r w:rsidRPr="00DB03A6">
        <w:t>»</w:t>
      </w:r>
      <w:r>
        <w:t xml:space="preserve"> принимаются от граждан, постоянно проживающих на территории Пермского муниципального района и достигших 18 лет.</w:t>
      </w:r>
    </w:p>
    <w:p w:rsidR="00DB03A6" w:rsidRDefault="00DB03A6" w:rsidP="00DB03A6">
      <w:pPr>
        <w:pStyle w:val="a5"/>
      </w:pPr>
      <w:r>
        <w:t xml:space="preserve">2. Предложения граждан принимаются со дня опубликования проекта решения Земского Собрания </w:t>
      </w:r>
      <w:r w:rsidR="00BC48FE">
        <w:t>Пермского муниципального района</w:t>
      </w:r>
      <w:r w:rsidR="00BC48FE" w:rsidRPr="00DB03A6">
        <w:t xml:space="preserve"> </w:t>
      </w:r>
      <w:r w:rsidRPr="00DB03A6">
        <w:t>«</w:t>
      </w:r>
      <w:r w:rsidR="00B94A54" w:rsidRPr="00B94A54">
        <w:t>О бюджете Пермского муниципального района на 2019 год и на плановый период 2020 и 2021 годов</w:t>
      </w:r>
      <w:r w:rsidRPr="00DB03A6">
        <w:t>»</w:t>
      </w:r>
      <w:r>
        <w:t xml:space="preserve"> (далее – проект решения Земского Собрания) по </w:t>
      </w:r>
      <w:r w:rsidR="00093A1C">
        <w:t>2</w:t>
      </w:r>
      <w:r w:rsidR="00B94A54">
        <w:t>6</w:t>
      </w:r>
      <w:r w:rsidR="005A54EF">
        <w:t xml:space="preserve"> ноября</w:t>
      </w:r>
      <w:r w:rsidR="005F78AC">
        <w:t xml:space="preserve"> 201</w:t>
      </w:r>
      <w:r w:rsidR="00B94A54">
        <w:t>8</w:t>
      </w:r>
      <w:r>
        <w:t xml:space="preserve"> г. включительно. Предложения граждан, направленные по истечении указанного срока, не  рассматриваются.</w:t>
      </w:r>
    </w:p>
    <w:p w:rsidR="00DB03A6" w:rsidRDefault="00DB03A6" w:rsidP="00DB03A6">
      <w:pPr>
        <w:pStyle w:val="a5"/>
      </w:pPr>
      <w:r>
        <w:t xml:space="preserve">3. Предложения граждан вносятся только в отношении </w:t>
      </w:r>
      <w:r w:rsidR="00057D1F">
        <w:t>правовых норм</w:t>
      </w:r>
      <w:r>
        <w:t>, содержащихся в проекте решения Земского Собрания</w:t>
      </w:r>
      <w:r w:rsidR="00BC48FE" w:rsidRPr="00BC48FE">
        <w:t xml:space="preserve"> </w:t>
      </w:r>
      <w:r w:rsidR="00BC48FE">
        <w:t>Пермского муниципального района</w:t>
      </w:r>
      <w:r>
        <w:t>.</w:t>
      </w:r>
    </w:p>
    <w:p w:rsidR="00DB03A6" w:rsidRDefault="00DB03A6" w:rsidP="00DB03A6">
      <w:pPr>
        <w:pStyle w:val="a5"/>
      </w:pPr>
      <w:r>
        <w:t>4. Предложения направляются в письменном виде по форме согласно приложению к настоящему Порядку.</w:t>
      </w:r>
    </w:p>
    <w:p w:rsidR="00DB03A6" w:rsidRDefault="00DB03A6" w:rsidP="00DB03A6">
      <w:pPr>
        <w:pStyle w:val="a5"/>
      </w:pPr>
      <w:r>
        <w:t xml:space="preserve">5. </w:t>
      </w:r>
      <w:proofErr w:type="gramStart"/>
      <w:r>
        <w:t xml:space="preserve">Предложения к проекту решения Земского Собрания </w:t>
      </w:r>
      <w:r w:rsidR="00BC48FE">
        <w:t xml:space="preserve">Пермского муниципального района </w:t>
      </w:r>
      <w:r>
        <w:t xml:space="preserve">принимаются организационным комитетом </w:t>
      </w:r>
      <w:r w:rsidR="00093A1C">
        <w:br/>
      </w:r>
      <w:r>
        <w:t xml:space="preserve">по подготовке и организации проведения публичных слушаний в рабочие дни </w:t>
      </w:r>
      <w:r w:rsidR="00093A1C">
        <w:br/>
      </w:r>
      <w:r>
        <w:t xml:space="preserve">с 8.00 до 17.00 по адресу: г. Пермь, ул. Верхнемуллинская, 73, тел. 296-30-37, либо направляются по почте по указанному адресу с пометкой на конверте </w:t>
      </w:r>
      <w:r w:rsidR="00093A1C">
        <w:br/>
      </w:r>
      <w:r>
        <w:t>«В организационный комитет по подготовке и организации проведения публичных слушаний по проекту решения Земского</w:t>
      </w:r>
      <w:proofErr w:type="gramEnd"/>
      <w:r>
        <w:t xml:space="preserve"> Собрания </w:t>
      </w:r>
      <w:r w:rsidR="00BC48FE">
        <w:t>Пермского муниципального района</w:t>
      </w:r>
      <w:r w:rsidR="00BC48FE" w:rsidRPr="00DB03A6">
        <w:t xml:space="preserve"> </w:t>
      </w:r>
      <w:r>
        <w:t>«</w:t>
      </w:r>
      <w:r w:rsidR="00B94A54" w:rsidRPr="00B94A54">
        <w:t>О бюджете Пермского муниципального района на 2019 год и на плановый период 2020 и 2021 годов</w:t>
      </w:r>
      <w:r w:rsidR="00F924E6" w:rsidRPr="00F924E6">
        <w:t>»</w:t>
      </w:r>
      <w:r>
        <w:t>.</w:t>
      </w:r>
    </w:p>
    <w:p w:rsidR="00DB03A6" w:rsidRDefault="00DB03A6" w:rsidP="00DB03A6">
      <w:pPr>
        <w:pStyle w:val="a5"/>
      </w:pPr>
      <w:r>
        <w:t xml:space="preserve">6. Участие граждан в обсуждении проекта решения Земского Собрания, принятие и рассмотрение поступивших предложений проводится в порядке, установленном Положением о публичных слушаниях в Пермском муниципальном районе.   </w:t>
      </w:r>
    </w:p>
    <w:p w:rsidR="00BA3997" w:rsidRDefault="00BA3997">
      <w:r>
        <w:br w:type="page"/>
      </w:r>
    </w:p>
    <w:p w:rsidR="00F924E6" w:rsidRPr="00F924E6" w:rsidRDefault="00F924E6" w:rsidP="00F924E6">
      <w:pPr>
        <w:jc w:val="right"/>
        <w:rPr>
          <w:szCs w:val="28"/>
        </w:rPr>
      </w:pPr>
      <w:r w:rsidRPr="00F924E6">
        <w:rPr>
          <w:szCs w:val="28"/>
        </w:rPr>
        <w:lastRenderedPageBreak/>
        <w:t>Приложение к Порядку</w:t>
      </w:r>
    </w:p>
    <w:p w:rsidR="00F924E6" w:rsidRPr="00F924E6" w:rsidRDefault="00F924E6" w:rsidP="00F924E6">
      <w:pPr>
        <w:jc w:val="right"/>
        <w:rPr>
          <w:szCs w:val="28"/>
        </w:rPr>
      </w:pPr>
      <w:r w:rsidRPr="00F924E6">
        <w:rPr>
          <w:szCs w:val="28"/>
        </w:rPr>
        <w:t>учета предложений по проекту</w:t>
      </w:r>
    </w:p>
    <w:p w:rsidR="00F924E6" w:rsidRDefault="00F924E6" w:rsidP="00F924E6">
      <w:pPr>
        <w:jc w:val="right"/>
        <w:rPr>
          <w:szCs w:val="28"/>
        </w:rPr>
      </w:pPr>
      <w:r w:rsidRPr="00F924E6">
        <w:rPr>
          <w:szCs w:val="28"/>
        </w:rPr>
        <w:t>решения Земского Собрания</w:t>
      </w:r>
    </w:p>
    <w:p w:rsidR="006A301E" w:rsidRPr="00F924E6" w:rsidRDefault="006A301E" w:rsidP="00F924E6">
      <w:pPr>
        <w:jc w:val="right"/>
        <w:rPr>
          <w:szCs w:val="28"/>
        </w:rPr>
      </w:pPr>
      <w:r>
        <w:t>и  участия  граждан  в его обсуждении</w:t>
      </w:r>
    </w:p>
    <w:p w:rsidR="00F924E6" w:rsidRPr="00F924E6" w:rsidRDefault="00F924E6" w:rsidP="00F924E6">
      <w:pPr>
        <w:jc w:val="right"/>
        <w:rPr>
          <w:szCs w:val="28"/>
        </w:rPr>
      </w:pPr>
      <w:r w:rsidRPr="00F924E6">
        <w:rPr>
          <w:szCs w:val="28"/>
        </w:rPr>
        <w:t xml:space="preserve"> </w:t>
      </w:r>
    </w:p>
    <w:p w:rsidR="00F924E6" w:rsidRPr="00EE7F9E" w:rsidRDefault="00F924E6" w:rsidP="00F924E6">
      <w:pPr>
        <w:jc w:val="right"/>
        <w:rPr>
          <w:b/>
          <w:szCs w:val="28"/>
        </w:rPr>
      </w:pPr>
    </w:p>
    <w:p w:rsidR="00F924E6" w:rsidRPr="00EE7F9E" w:rsidRDefault="00F924E6" w:rsidP="00F924E6">
      <w:pPr>
        <w:jc w:val="right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980"/>
        <w:gridCol w:w="2340"/>
        <w:gridCol w:w="2688"/>
        <w:gridCol w:w="1915"/>
      </w:tblGrid>
      <w:tr w:rsidR="00F924E6" w:rsidRPr="00A96D71" w:rsidTr="005F3E35">
        <w:tc>
          <w:tcPr>
            <w:tcW w:w="648" w:type="dxa"/>
            <w:shd w:val="clear" w:color="auto" w:fill="auto"/>
          </w:tcPr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№</w:t>
            </w:r>
          </w:p>
          <w:p w:rsidR="00F924E6" w:rsidRPr="00A96D71" w:rsidRDefault="00F924E6" w:rsidP="005F3E35">
            <w:pPr>
              <w:jc w:val="center"/>
              <w:rPr>
                <w:szCs w:val="28"/>
              </w:rPr>
            </w:pPr>
            <w:proofErr w:type="gramStart"/>
            <w:r w:rsidRPr="00A96D71">
              <w:rPr>
                <w:szCs w:val="28"/>
              </w:rPr>
              <w:t>п</w:t>
            </w:r>
            <w:proofErr w:type="gramEnd"/>
            <w:r w:rsidRPr="00A96D71">
              <w:rPr>
                <w:szCs w:val="28"/>
              </w:rPr>
              <w:t>/п</w:t>
            </w:r>
          </w:p>
        </w:tc>
        <w:tc>
          <w:tcPr>
            <w:tcW w:w="1980" w:type="dxa"/>
            <w:shd w:val="clear" w:color="auto" w:fill="auto"/>
          </w:tcPr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Пункт</w:t>
            </w:r>
          </w:p>
        </w:tc>
        <w:tc>
          <w:tcPr>
            <w:tcW w:w="2340" w:type="dxa"/>
            <w:shd w:val="clear" w:color="auto" w:fill="auto"/>
          </w:tcPr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Редакция проекта</w:t>
            </w:r>
          </w:p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решения</w:t>
            </w:r>
          </w:p>
        </w:tc>
        <w:tc>
          <w:tcPr>
            <w:tcW w:w="2688" w:type="dxa"/>
            <w:shd w:val="clear" w:color="auto" w:fill="auto"/>
          </w:tcPr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Предлагаемая</w:t>
            </w:r>
          </w:p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редакция</w:t>
            </w:r>
          </w:p>
        </w:tc>
        <w:tc>
          <w:tcPr>
            <w:tcW w:w="1915" w:type="dxa"/>
            <w:shd w:val="clear" w:color="auto" w:fill="auto"/>
          </w:tcPr>
          <w:p w:rsidR="00F924E6" w:rsidRPr="00A96D71" w:rsidRDefault="00F924E6" w:rsidP="005F3E35">
            <w:pPr>
              <w:jc w:val="center"/>
              <w:rPr>
                <w:szCs w:val="28"/>
              </w:rPr>
            </w:pPr>
            <w:r w:rsidRPr="00A96D71">
              <w:rPr>
                <w:szCs w:val="28"/>
              </w:rPr>
              <w:t>Обоснование</w:t>
            </w:r>
          </w:p>
        </w:tc>
      </w:tr>
      <w:tr w:rsidR="00F924E6" w:rsidRPr="00A96D71" w:rsidTr="005F3E35">
        <w:tc>
          <w:tcPr>
            <w:tcW w:w="648" w:type="dxa"/>
            <w:shd w:val="clear" w:color="auto" w:fill="auto"/>
          </w:tcPr>
          <w:p w:rsidR="00F924E6" w:rsidRPr="00A96D71" w:rsidRDefault="00F924E6" w:rsidP="005F3E35">
            <w:pPr>
              <w:rPr>
                <w:szCs w:val="28"/>
              </w:rPr>
            </w:pPr>
          </w:p>
        </w:tc>
        <w:tc>
          <w:tcPr>
            <w:tcW w:w="1980" w:type="dxa"/>
            <w:shd w:val="clear" w:color="auto" w:fill="auto"/>
          </w:tcPr>
          <w:p w:rsidR="00F924E6" w:rsidRPr="00A96D71" w:rsidRDefault="00F924E6" w:rsidP="005F3E35">
            <w:pPr>
              <w:rPr>
                <w:szCs w:val="28"/>
              </w:rPr>
            </w:pPr>
          </w:p>
        </w:tc>
        <w:tc>
          <w:tcPr>
            <w:tcW w:w="2340" w:type="dxa"/>
            <w:shd w:val="clear" w:color="auto" w:fill="auto"/>
          </w:tcPr>
          <w:p w:rsidR="00F924E6" w:rsidRPr="00A96D71" w:rsidRDefault="00F924E6" w:rsidP="005F3E35">
            <w:pPr>
              <w:rPr>
                <w:szCs w:val="28"/>
              </w:rPr>
            </w:pPr>
          </w:p>
        </w:tc>
        <w:tc>
          <w:tcPr>
            <w:tcW w:w="2688" w:type="dxa"/>
            <w:shd w:val="clear" w:color="auto" w:fill="auto"/>
          </w:tcPr>
          <w:p w:rsidR="00F924E6" w:rsidRPr="00A96D71" w:rsidRDefault="00F924E6" w:rsidP="005F3E35">
            <w:pPr>
              <w:rPr>
                <w:szCs w:val="28"/>
              </w:rPr>
            </w:pPr>
          </w:p>
        </w:tc>
        <w:tc>
          <w:tcPr>
            <w:tcW w:w="1915" w:type="dxa"/>
            <w:shd w:val="clear" w:color="auto" w:fill="auto"/>
          </w:tcPr>
          <w:p w:rsidR="00F924E6" w:rsidRPr="00A96D71" w:rsidRDefault="00F924E6" w:rsidP="005F3E35">
            <w:pPr>
              <w:rPr>
                <w:szCs w:val="28"/>
              </w:rPr>
            </w:pPr>
          </w:p>
        </w:tc>
      </w:tr>
    </w:tbl>
    <w:p w:rsidR="00F924E6" w:rsidRPr="00EE7F9E" w:rsidRDefault="00F924E6" w:rsidP="00F924E6">
      <w:pPr>
        <w:rPr>
          <w:szCs w:val="28"/>
        </w:rPr>
      </w:pPr>
    </w:p>
    <w:p w:rsidR="00F924E6" w:rsidRPr="00EE7F9E" w:rsidRDefault="00F924E6" w:rsidP="00F924E6">
      <w:pPr>
        <w:rPr>
          <w:szCs w:val="28"/>
        </w:rPr>
      </w:pPr>
      <w:r w:rsidRPr="00EE7F9E">
        <w:rPr>
          <w:szCs w:val="28"/>
        </w:rPr>
        <w:t>Фамилия, имя, отчество</w:t>
      </w:r>
      <w:r>
        <w:rPr>
          <w:szCs w:val="28"/>
        </w:rPr>
        <w:t xml:space="preserve"> гражданина ____________________________________</w:t>
      </w:r>
    </w:p>
    <w:p w:rsidR="00F924E6" w:rsidRPr="00EE7F9E" w:rsidRDefault="00F924E6" w:rsidP="00F924E6">
      <w:pPr>
        <w:rPr>
          <w:szCs w:val="28"/>
        </w:rPr>
      </w:pPr>
      <w:r w:rsidRPr="00EE7F9E">
        <w:rPr>
          <w:szCs w:val="28"/>
        </w:rPr>
        <w:t>Год рождения</w:t>
      </w:r>
      <w:r>
        <w:rPr>
          <w:szCs w:val="28"/>
        </w:rPr>
        <w:t xml:space="preserve"> </w:t>
      </w:r>
      <w:r w:rsidRPr="00EE7F9E">
        <w:rPr>
          <w:szCs w:val="28"/>
        </w:rPr>
        <w:t>______________________________</w:t>
      </w:r>
      <w:r>
        <w:rPr>
          <w:szCs w:val="28"/>
        </w:rPr>
        <w:t>_________________________</w:t>
      </w:r>
    </w:p>
    <w:p w:rsidR="00F924E6" w:rsidRPr="00EE7F9E" w:rsidRDefault="00F924E6" w:rsidP="00F924E6">
      <w:pPr>
        <w:rPr>
          <w:szCs w:val="28"/>
        </w:rPr>
      </w:pPr>
      <w:r w:rsidRPr="00EE7F9E">
        <w:rPr>
          <w:szCs w:val="28"/>
        </w:rPr>
        <w:t>Адрес места жительства</w:t>
      </w:r>
      <w:r>
        <w:rPr>
          <w:szCs w:val="28"/>
        </w:rPr>
        <w:t xml:space="preserve"> </w:t>
      </w:r>
      <w:r w:rsidRPr="00EE7F9E">
        <w:rPr>
          <w:szCs w:val="28"/>
        </w:rPr>
        <w:t>_________________________</w:t>
      </w:r>
      <w:r>
        <w:rPr>
          <w:szCs w:val="28"/>
        </w:rPr>
        <w:t>_____________________</w:t>
      </w:r>
    </w:p>
    <w:p w:rsidR="00F924E6" w:rsidRPr="00EE7F9E" w:rsidRDefault="00F924E6" w:rsidP="00F924E6">
      <w:pPr>
        <w:rPr>
          <w:szCs w:val="28"/>
        </w:rPr>
      </w:pPr>
      <w:r w:rsidRPr="00EE7F9E">
        <w:rPr>
          <w:szCs w:val="28"/>
        </w:rPr>
        <w:t>Личная подпись и дата</w:t>
      </w:r>
      <w:r>
        <w:rPr>
          <w:szCs w:val="28"/>
        </w:rPr>
        <w:t xml:space="preserve"> </w:t>
      </w:r>
      <w:r w:rsidRPr="00EE7F9E">
        <w:rPr>
          <w:szCs w:val="28"/>
        </w:rPr>
        <w:t>_________________________</w:t>
      </w:r>
      <w:r>
        <w:rPr>
          <w:szCs w:val="28"/>
        </w:rPr>
        <w:t>______________________</w:t>
      </w:r>
    </w:p>
    <w:p w:rsidR="00F924E6" w:rsidRPr="00EE7F9E" w:rsidRDefault="00F924E6" w:rsidP="00F924E6">
      <w:pPr>
        <w:rPr>
          <w:szCs w:val="28"/>
        </w:rPr>
      </w:pPr>
    </w:p>
    <w:p w:rsidR="00F924E6" w:rsidRPr="00EE7F9E" w:rsidRDefault="00F924E6" w:rsidP="00F924E6">
      <w:pPr>
        <w:rPr>
          <w:szCs w:val="28"/>
        </w:rPr>
      </w:pPr>
    </w:p>
    <w:p w:rsidR="00F924E6" w:rsidRPr="00EE7F9E" w:rsidRDefault="00F924E6" w:rsidP="00F924E6">
      <w:pPr>
        <w:pStyle w:val="a5"/>
        <w:jc w:val="left"/>
        <w:rPr>
          <w:szCs w:val="28"/>
        </w:rPr>
      </w:pPr>
    </w:p>
    <w:p w:rsidR="00F924E6" w:rsidRDefault="00F924E6" w:rsidP="00F924E6">
      <w:pPr>
        <w:pStyle w:val="a7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280" cy="375285"/>
                <wp:effectExtent l="0" t="2540" r="2540" b="3175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5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24E6" w:rsidRDefault="00F924E6" w:rsidP="00F924E6">
                            <w:pPr>
                              <w:pStyle w:val="a9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margin-left:70.9pt;margin-top:774.2pt;width:266.4pt;height:29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" o:allowincell="f" filled="f" stroked="f">
                <v:textbox inset="0,0,0,0">
                  <w:txbxContent>
                    <w:p w:rsidR="00F924E6" w:rsidRDefault="00F924E6" w:rsidP="00F924E6">
                      <w:pPr>
                        <w:pStyle w:val="a9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B03A6" w:rsidRDefault="00DB03A6" w:rsidP="008651FF">
      <w:pPr>
        <w:pStyle w:val="a5"/>
        <w:ind w:firstLine="0"/>
      </w:pPr>
    </w:p>
    <w:p w:rsidR="005D12BF" w:rsidRPr="005D12BF" w:rsidRDefault="008651FF" w:rsidP="005D12BF">
      <w:pPr>
        <w:pStyle w:val="a5"/>
      </w:pPr>
      <w:r>
        <w:t xml:space="preserve"> </w:t>
      </w:r>
    </w:p>
    <w:p w:rsidR="005D12BF" w:rsidRDefault="005D12BF">
      <w:pPr>
        <w:pStyle w:val="a7"/>
      </w:pPr>
    </w:p>
    <w:sectPr w:rsidR="005D12BF">
      <w:pgSz w:w="11906" w:h="16838" w:code="9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2BF"/>
    <w:rsid w:val="00013F76"/>
    <w:rsid w:val="00057D1F"/>
    <w:rsid w:val="00093A1C"/>
    <w:rsid w:val="00097FB7"/>
    <w:rsid w:val="00100A6F"/>
    <w:rsid w:val="001271C0"/>
    <w:rsid w:val="00133717"/>
    <w:rsid w:val="002777D5"/>
    <w:rsid w:val="0031220E"/>
    <w:rsid w:val="00332E76"/>
    <w:rsid w:val="00345B61"/>
    <w:rsid w:val="00573D92"/>
    <w:rsid w:val="005A54EF"/>
    <w:rsid w:val="005D12BF"/>
    <w:rsid w:val="005F78AC"/>
    <w:rsid w:val="005F7C3D"/>
    <w:rsid w:val="00681E04"/>
    <w:rsid w:val="006A301E"/>
    <w:rsid w:val="006D647D"/>
    <w:rsid w:val="007E7496"/>
    <w:rsid w:val="008171EA"/>
    <w:rsid w:val="008651FF"/>
    <w:rsid w:val="009B4999"/>
    <w:rsid w:val="00AD6A0A"/>
    <w:rsid w:val="00B7665B"/>
    <w:rsid w:val="00B94A54"/>
    <w:rsid w:val="00BA3997"/>
    <w:rsid w:val="00BC48FE"/>
    <w:rsid w:val="00BD7E1E"/>
    <w:rsid w:val="00C06726"/>
    <w:rsid w:val="00C14520"/>
    <w:rsid w:val="00C31FDD"/>
    <w:rsid w:val="00CA1799"/>
    <w:rsid w:val="00D23D49"/>
    <w:rsid w:val="00D41280"/>
    <w:rsid w:val="00DB03A6"/>
    <w:rsid w:val="00F3132A"/>
    <w:rsid w:val="00F701C8"/>
    <w:rsid w:val="00F9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aliases w:val="Основной текст Знак1,Основной текст Знак Знак"/>
    <w:basedOn w:val="a"/>
    <w:link w:val="a6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pPr>
      <w:suppressAutoHyphens/>
      <w:spacing w:after="480" w:line="240" w:lineRule="exact"/>
    </w:pPr>
    <w:rPr>
      <w:b/>
    </w:rPr>
  </w:style>
  <w:style w:type="paragraph" w:customStyle="1" w:styleId="a8">
    <w:name w:val="Подпись на общем бланке"/>
    <w:basedOn w:val="a"/>
    <w:next w:val="a5"/>
    <w:pPr>
      <w:tabs>
        <w:tab w:val="right" w:pos="9639"/>
      </w:tabs>
      <w:suppressAutoHyphens/>
      <w:spacing w:before="480" w:line="240" w:lineRule="exact"/>
    </w:pPr>
  </w:style>
  <w:style w:type="paragraph" w:customStyle="1" w:styleId="a9">
    <w:name w:val="Исполнитель"/>
    <w:basedOn w:val="a5"/>
    <w:rsid w:val="00C06726"/>
    <w:pPr>
      <w:suppressAutoHyphens/>
      <w:spacing w:after="120" w:line="240" w:lineRule="exact"/>
      <w:ind w:firstLine="0"/>
      <w:jc w:val="left"/>
    </w:pPr>
    <w:rPr>
      <w:sz w:val="24"/>
    </w:rPr>
  </w:style>
  <w:style w:type="character" w:styleId="aa">
    <w:name w:val="Hyperlink"/>
    <w:basedOn w:val="a0"/>
    <w:rsid w:val="00B7665B"/>
    <w:rPr>
      <w:color w:val="0000FF" w:themeColor="hyperlink"/>
      <w:u w:val="single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F924E6"/>
    <w:rPr>
      <w:sz w:val="28"/>
    </w:rPr>
  </w:style>
  <w:style w:type="paragraph" w:styleId="ab">
    <w:name w:val="Balloon Text"/>
    <w:basedOn w:val="a"/>
    <w:link w:val="ac"/>
    <w:rsid w:val="00097F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97F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ат"/>
    <w:basedOn w:val="a"/>
    <w:pPr>
      <w:suppressAutoHyphens/>
      <w:spacing w:after="120" w:line="240" w:lineRule="exact"/>
    </w:pPr>
  </w:style>
  <w:style w:type="paragraph" w:customStyle="1" w:styleId="a4">
    <w:name w:val="Приложение"/>
    <w:basedOn w:val="a5"/>
    <w:pPr>
      <w:tabs>
        <w:tab w:val="left" w:pos="1673"/>
      </w:tabs>
      <w:spacing w:before="240" w:line="240" w:lineRule="exact"/>
      <w:ind w:left="1985" w:hanging="1985"/>
    </w:pPr>
  </w:style>
  <w:style w:type="paragraph" w:styleId="a5">
    <w:name w:val="Body Text"/>
    <w:aliases w:val="Основной текст Знак1,Основной текст Знак Знак"/>
    <w:basedOn w:val="a"/>
    <w:link w:val="a6"/>
    <w:pPr>
      <w:spacing w:line="360" w:lineRule="exact"/>
      <w:ind w:firstLine="720"/>
      <w:jc w:val="both"/>
    </w:pPr>
  </w:style>
  <w:style w:type="paragraph" w:customStyle="1" w:styleId="a7">
    <w:name w:val="Заголовок к тексту"/>
    <w:basedOn w:val="a"/>
    <w:next w:val="a5"/>
    <w:pPr>
      <w:suppressAutoHyphens/>
      <w:spacing w:after="480" w:line="240" w:lineRule="exact"/>
    </w:pPr>
    <w:rPr>
      <w:b/>
    </w:rPr>
  </w:style>
  <w:style w:type="paragraph" w:customStyle="1" w:styleId="a8">
    <w:name w:val="Подпись на общем бланке"/>
    <w:basedOn w:val="a"/>
    <w:next w:val="a5"/>
    <w:pPr>
      <w:tabs>
        <w:tab w:val="right" w:pos="9639"/>
      </w:tabs>
      <w:suppressAutoHyphens/>
      <w:spacing w:before="480" w:line="240" w:lineRule="exact"/>
    </w:pPr>
  </w:style>
  <w:style w:type="paragraph" w:customStyle="1" w:styleId="a9">
    <w:name w:val="Исполнитель"/>
    <w:basedOn w:val="a5"/>
    <w:rsid w:val="00C06726"/>
    <w:pPr>
      <w:suppressAutoHyphens/>
      <w:spacing w:after="120" w:line="240" w:lineRule="exact"/>
      <w:ind w:firstLine="0"/>
      <w:jc w:val="left"/>
    </w:pPr>
    <w:rPr>
      <w:sz w:val="24"/>
    </w:rPr>
  </w:style>
  <w:style w:type="character" w:styleId="aa">
    <w:name w:val="Hyperlink"/>
    <w:basedOn w:val="a0"/>
    <w:rsid w:val="00B7665B"/>
    <w:rPr>
      <w:color w:val="0000FF" w:themeColor="hyperlink"/>
      <w:u w:val="single"/>
    </w:rPr>
  </w:style>
  <w:style w:type="character" w:customStyle="1" w:styleId="a6">
    <w:name w:val="Основной текст Знак"/>
    <w:aliases w:val="Основной текст Знак1 Знак,Основной текст Знак Знак Знак"/>
    <w:basedOn w:val="a0"/>
    <w:link w:val="a5"/>
    <w:rsid w:val="00F924E6"/>
    <w:rPr>
      <w:sz w:val="28"/>
    </w:rPr>
  </w:style>
  <w:style w:type="paragraph" w:styleId="ab">
    <w:name w:val="Balloon Text"/>
    <w:basedOn w:val="a"/>
    <w:link w:val="ac"/>
    <w:rsid w:val="00097FB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97F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2;&#1083;&#1072;&#1076;&#1077;&#1083;&#1077;&#1094;\&#1056;&#1072;&#1073;&#1086;&#1095;&#1080;&#1081;%20&#1089;&#1090;&#1086;&#1083;\&#1041;&#1083;&#1072;&#1085;&#1082;&#1080;\&#1041;&#1051;&#1040;&#1053;&#1050;&#1048;%20&#1043;&#1051;&#1040;&#1042;&#1067;%20&#1055;&#1052;&#1056;\&#1055;&#1086;&#1089;&#1090;-&#1077;%20&#1075;&#1083;&#1072;&#1074;&#1099;%20&#1055;&#1052;&#105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Пост-е главы ПМР</Template>
  <TotalTime>2</TotalTime>
  <Pages>4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</Company>
  <LinksUpToDate>false</LinksUpToDate>
  <CharactersWithSpaces>6276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3</cp:revision>
  <cp:lastPrinted>2013-10-28T07:32:00Z</cp:lastPrinted>
  <dcterms:created xsi:type="dcterms:W3CDTF">2018-11-08T06:44:00Z</dcterms:created>
  <dcterms:modified xsi:type="dcterms:W3CDTF">2018-11-08T10:05:00Z</dcterms:modified>
</cp:coreProperties>
</file>